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A17F3" w14:textId="777C2902" w:rsidR="004D36D7" w:rsidRPr="00FD4A68" w:rsidRDefault="005D40F1" w:rsidP="00692169">
      <w:pPr>
        <w:pStyle w:val="Title"/>
        <w:rPr>
          <w:rStyle w:val="LabTitleInstVersred"/>
          <w:b/>
          <w:color w:val="auto"/>
        </w:rPr>
      </w:pPr>
      <w:sdt>
        <w:sdtPr>
          <w:rPr>
            <w:b w:val="0"/>
            <w:color w:val="EE0000"/>
          </w:rPr>
          <w:alias w:val="Title"/>
          <w:tag w:val=""/>
          <w:id w:val="-487021785"/>
          <w:placeholder>
            <w:docPart w:val="7C4B65B3490B48599A49C9D417369A6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61EE8">
            <w:t>Class Activity - Design a Communications System</w:t>
          </w:r>
        </w:sdtContent>
      </w:sdt>
      <w:r w:rsidR="004D36D7" w:rsidRPr="00FD4A68">
        <w:t xml:space="preserve"> </w:t>
      </w:r>
    </w:p>
    <w:p w14:paraId="4206FBC6" w14:textId="77777777" w:rsidR="00692169" w:rsidRPr="00BB73FF" w:rsidRDefault="00692169" w:rsidP="00692169">
      <w:pPr>
        <w:pStyle w:val="Heading1"/>
        <w:numPr>
          <w:ilvl w:val="0"/>
          <w:numId w:val="3"/>
        </w:numPr>
      </w:pPr>
      <w:r w:rsidRPr="00BB73FF">
        <w:t>Objective</w:t>
      </w:r>
      <w:r>
        <w:t>s</w:t>
      </w:r>
    </w:p>
    <w:p w14:paraId="20F5BD50" w14:textId="77777777" w:rsidR="00692169" w:rsidRPr="00C05418" w:rsidRDefault="00692169" w:rsidP="00692169">
      <w:pPr>
        <w:pStyle w:val="BodyTextL25Bold"/>
        <w:rPr>
          <w:b w:val="0"/>
        </w:rPr>
      </w:pPr>
      <w:r w:rsidRPr="00C05418">
        <w:rPr>
          <w:rFonts w:eastAsiaTheme="minorHAnsi" w:cs="Arial"/>
          <w:b w:val="0"/>
          <w:szCs w:val="16"/>
        </w:rPr>
        <w:t>Explain the role of protocols and standards organizations in facilitating interoperability in network communications</w:t>
      </w:r>
      <w:r w:rsidRPr="00C05418">
        <w:rPr>
          <w:b w:val="0"/>
        </w:rPr>
        <w:t>.</w:t>
      </w:r>
    </w:p>
    <w:p w14:paraId="0E6C6C80" w14:textId="77777777" w:rsidR="00692169" w:rsidRPr="00C07FD9" w:rsidRDefault="00692169" w:rsidP="00692169">
      <w:pPr>
        <w:pStyle w:val="Heading1"/>
        <w:numPr>
          <w:ilvl w:val="0"/>
          <w:numId w:val="3"/>
        </w:numPr>
      </w:pPr>
      <w:r>
        <w:t>Background / Scenario</w:t>
      </w:r>
    </w:p>
    <w:p w14:paraId="708B1415" w14:textId="77777777" w:rsidR="00692169" w:rsidRDefault="00692169" w:rsidP="00692169">
      <w:pPr>
        <w:pStyle w:val="BodyTextL25"/>
      </w:pPr>
      <w:r>
        <w:t>You have just purchased a new automobile for your personal use. After driving the car for a week or so, you find that it is not working correctly. Discussing the problem with several of your peers, you decide to take it to an automotive repair facility that they highly recommend. It is the only repair facility located in close proximity.</w:t>
      </w:r>
    </w:p>
    <w:p w14:paraId="228E6291" w14:textId="77777777" w:rsidR="00692169" w:rsidRDefault="00692169" w:rsidP="00692169">
      <w:pPr>
        <w:pStyle w:val="BodyTextL25"/>
      </w:pPr>
      <w:r>
        <w:t>When you arrive at the repair facility, you find that all the mechanics speak another language. You are having difficulty explaining the automobile’s performance problems, but the repairs really need to be done. You are not sure you can drive it back home to research other options.</w:t>
      </w:r>
    </w:p>
    <w:p w14:paraId="4B680EBF" w14:textId="77777777" w:rsidR="00692169" w:rsidRDefault="00692169" w:rsidP="00692169">
      <w:pPr>
        <w:pStyle w:val="BodyTextL25"/>
      </w:pPr>
      <w:r>
        <w:t>You must find a way to work with the repair facility to ensure your automobile is fixed correctly.</w:t>
      </w:r>
    </w:p>
    <w:p w14:paraId="720A8675" w14:textId="77777777" w:rsidR="00692169" w:rsidRDefault="00692169" w:rsidP="00692169">
      <w:pPr>
        <w:pStyle w:val="BodyTextL25"/>
      </w:pPr>
      <w:r>
        <w:t>How will you communicate with the mechanics?  Design a communications model to ensure that the car is properly repaired.</w:t>
      </w:r>
    </w:p>
    <w:p w14:paraId="43F46E48" w14:textId="77777777" w:rsidR="00692169" w:rsidRPr="00A91851" w:rsidRDefault="00692169" w:rsidP="00692169">
      <w:pPr>
        <w:pStyle w:val="Heading1"/>
        <w:numPr>
          <w:ilvl w:val="0"/>
          <w:numId w:val="3"/>
        </w:numPr>
      </w:pPr>
      <w:r w:rsidRPr="00A91851">
        <w:t>Reflection</w:t>
      </w:r>
      <w:r>
        <w:t xml:space="preserve"> Question</w:t>
      </w:r>
    </w:p>
    <w:p w14:paraId="13378FE2" w14:textId="77777777" w:rsidR="00692169" w:rsidRDefault="00692169" w:rsidP="00692169">
      <w:pPr>
        <w:pStyle w:val="BodyTextL25"/>
      </w:pPr>
      <w:r>
        <w:t xml:space="preserve">What steps did you identify as </w:t>
      </w:r>
      <w:r w:rsidRPr="009741EC">
        <w:t>important</w:t>
      </w:r>
      <w:r>
        <w:t xml:space="preserve"> to communicating your repair request?  Justify your answer.</w:t>
      </w:r>
    </w:p>
    <w:p w14:paraId="55978EC4" w14:textId="77777777" w:rsidR="00692169" w:rsidRDefault="00692169" w:rsidP="00692169">
      <w:pPr>
        <w:pStyle w:val="AnswerLineL25"/>
      </w:pPr>
      <w:r>
        <w:t>Type your answers here.</w:t>
      </w:r>
      <w:bookmarkStart w:id="0" w:name="_GoBack"/>
      <w:bookmarkEnd w:id="0"/>
    </w:p>
    <w:sectPr w:rsidR="00692169"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BC7E" w14:textId="77777777" w:rsidR="005D40F1" w:rsidRDefault="005D40F1" w:rsidP="00710659">
      <w:pPr>
        <w:spacing w:after="0" w:line="240" w:lineRule="auto"/>
      </w:pPr>
      <w:r>
        <w:separator/>
      </w:r>
    </w:p>
    <w:p w14:paraId="7B86F27B" w14:textId="77777777" w:rsidR="005D40F1" w:rsidRDefault="005D40F1"/>
  </w:endnote>
  <w:endnote w:type="continuationSeparator" w:id="0">
    <w:p w14:paraId="490ACAFA" w14:textId="77777777" w:rsidR="005D40F1" w:rsidRDefault="005D40F1" w:rsidP="00710659">
      <w:pPr>
        <w:spacing w:after="0" w:line="240" w:lineRule="auto"/>
      </w:pPr>
      <w:r>
        <w:continuationSeparator/>
      </w:r>
    </w:p>
    <w:p w14:paraId="3E19B07D" w14:textId="77777777" w:rsidR="005D40F1" w:rsidRDefault="005D4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1E0A7" w14:textId="09647F4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61EE8">
          <w:t>2013</w:t>
        </w:r>
      </w:sdtContent>
    </w:sdt>
    <w:r>
      <w:t xml:space="preserve"> - </w:t>
    </w:r>
    <w:r>
      <w:fldChar w:fldCharType="begin"/>
    </w:r>
    <w:r>
      <w:instrText xml:space="preserve"> SAVEDATE  \@ "yyyy"  \* MERGEFORMAT </w:instrText>
    </w:r>
    <w:r>
      <w:fldChar w:fldCharType="separate"/>
    </w:r>
    <w:r w:rsidR="009250DC">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F6996" w14:textId="671E4750"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61EE8">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250DC">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EE0AC" w14:textId="77777777" w:rsidR="005D40F1" w:rsidRDefault="005D40F1" w:rsidP="00710659">
      <w:pPr>
        <w:spacing w:after="0" w:line="240" w:lineRule="auto"/>
      </w:pPr>
      <w:r>
        <w:separator/>
      </w:r>
    </w:p>
    <w:p w14:paraId="267DE547" w14:textId="77777777" w:rsidR="005D40F1" w:rsidRDefault="005D40F1"/>
  </w:footnote>
  <w:footnote w:type="continuationSeparator" w:id="0">
    <w:p w14:paraId="70A1C282" w14:textId="77777777" w:rsidR="005D40F1" w:rsidRDefault="005D40F1" w:rsidP="00710659">
      <w:pPr>
        <w:spacing w:after="0" w:line="240" w:lineRule="auto"/>
      </w:pPr>
      <w:r>
        <w:continuationSeparator/>
      </w:r>
    </w:p>
    <w:p w14:paraId="08AFFC07" w14:textId="77777777" w:rsidR="005D40F1" w:rsidRDefault="005D40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C4B65B3490B48599A49C9D417369A63"/>
      </w:placeholder>
      <w:dataBinding w:prefixMappings="xmlns:ns0='http://purl.org/dc/elements/1.1/' xmlns:ns1='http://schemas.openxmlformats.org/package/2006/metadata/core-properties' " w:xpath="/ns1:coreProperties[1]/ns0:title[1]" w:storeItemID="{6C3C8BC8-F283-45AE-878A-BAB7291924A1}"/>
      <w:text/>
    </w:sdtPr>
    <w:sdtEndPr/>
    <w:sdtContent>
      <w:p w14:paraId="022AFE20" w14:textId="77777777" w:rsidR="00926CB2" w:rsidRDefault="00B61EE8" w:rsidP="008402F2">
        <w:pPr>
          <w:pStyle w:val="PageHead"/>
        </w:pPr>
        <w:r>
          <w:t>Class Activity - Design a Communications System</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CE2D3" w14:textId="77777777" w:rsidR="00926CB2" w:rsidRDefault="00882B63" w:rsidP="006C3FCF">
    <w:pPr>
      <w:ind w:left="-288"/>
    </w:pPr>
    <w:r>
      <w:rPr>
        <w:noProof/>
      </w:rPr>
      <w:drawing>
        <wp:inline distT="0" distB="0" distL="0" distR="0" wp14:anchorId="23946D6F" wp14:editId="1037050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E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58B9"/>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3C6D"/>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DAA"/>
    <w:rsid w:val="0042385C"/>
    <w:rsid w:val="00426FA5"/>
    <w:rsid w:val="00431654"/>
    <w:rsid w:val="00434926"/>
    <w:rsid w:val="00443ACE"/>
    <w:rsid w:val="00444217"/>
    <w:rsid w:val="004478F4"/>
    <w:rsid w:val="00450F7A"/>
    <w:rsid w:val="00452C6D"/>
    <w:rsid w:val="00454B5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40F1"/>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2169"/>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50DC"/>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55E1"/>
    <w:rsid w:val="00A46F0A"/>
    <w:rsid w:val="00A46F25"/>
    <w:rsid w:val="00A47CC2"/>
    <w:rsid w:val="00A502BA"/>
    <w:rsid w:val="00A60146"/>
    <w:rsid w:val="00A601A9"/>
    <w:rsid w:val="00A60F6F"/>
    <w:rsid w:val="00A622C4"/>
    <w:rsid w:val="00A6283D"/>
    <w:rsid w:val="00A676FF"/>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1EE8"/>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5747"/>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44F"/>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9B9BD"/>
  <w15:docId w15:val="{1071F1DB-3005-471C-AAF9-677737A3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458B9"/>
    <w:pPr>
      <w:keepNext/>
      <w:keepLines/>
      <w:numPr>
        <w:numId w:val="5"/>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458B9"/>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355E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C4B65B3490B48599A49C9D417369A63"/>
        <w:category>
          <w:name w:val="General"/>
          <w:gallery w:val="placeholder"/>
        </w:category>
        <w:types>
          <w:type w:val="bbPlcHdr"/>
        </w:types>
        <w:behaviors>
          <w:behavior w:val="content"/>
        </w:behaviors>
        <w:guid w:val="{2D15634F-7155-4B35-AC85-97687FD5A671}"/>
      </w:docPartPr>
      <w:docPartBody>
        <w:p w:rsidR="00793BA9" w:rsidRDefault="00897863">
          <w:pPr>
            <w:pStyle w:val="7C4B65B3490B48599A49C9D417369A6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863"/>
    <w:rsid w:val="00793BA9"/>
    <w:rsid w:val="00897863"/>
    <w:rsid w:val="00932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C4B65B3490B48599A49C9D417369A63">
    <w:name w:val="7C4B65B3490B48599A49C9D417369A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1F2E4F-0C57-4849-8930-0029036D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Class Activity - Design a Communications System</vt:lpstr>
    </vt:vector>
  </TitlesOfParts>
  <Company>Cisco Systems, Inc.</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Activity - Design a Communications System</dc:title>
  <dc:creator>SP</dc:creator>
  <dc:description>2013</dc:description>
  <cp:lastModifiedBy>DH</cp:lastModifiedBy>
  <cp:revision>2</cp:revision>
  <cp:lastPrinted>2019-10-18T13:51:00Z</cp:lastPrinted>
  <dcterms:created xsi:type="dcterms:W3CDTF">2019-11-25T21:07:00Z</dcterms:created>
  <dcterms:modified xsi:type="dcterms:W3CDTF">2019-11-25T21:07:00Z</dcterms:modified>
</cp:coreProperties>
</file>